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C621D04" w:rsidR="004E36AD" w:rsidRDefault="004E36AD" w:rsidP="003322BF">
      <w:pPr>
        <w:tabs>
          <w:tab w:val="left" w:pos="2835"/>
        </w:tabs>
        <w:spacing w:before="240" w:after="240"/>
        <w:ind w:left="2835" w:hanging="2835"/>
        <w:jc w:val="center"/>
        <w:rPr>
          <w:rStyle w:val="Strong"/>
          <w:rFonts w:asciiTheme="minorHAnsi" w:hAnsiTheme="minorHAnsi" w:cstheme="minorHAnsi"/>
          <w:lang w:val="en-GB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C973DD">
        <w:rPr>
          <w:rStyle w:val="Strong"/>
          <w:rFonts w:asciiTheme="minorHAnsi" w:hAnsiTheme="minorHAnsi" w:cstheme="minorHAnsi"/>
          <w:lang w:val="en-GB"/>
        </w:rPr>
        <w:t>50-G004-22</w:t>
      </w:r>
    </w:p>
    <w:p w14:paraId="1B80332B" w14:textId="3B0006C8" w:rsidR="008C5C83" w:rsidRPr="00706504" w:rsidRDefault="008C5C83" w:rsidP="008C5C83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b/>
          <w:bCs/>
          <w:lang w:val="en-GB" w:eastAsia="ko-KR"/>
        </w:rPr>
      </w:pPr>
    </w:p>
    <w:p w14:paraId="48D7D7D7" w14:textId="77777777" w:rsidR="008C5C83" w:rsidRPr="007F3777" w:rsidRDefault="008C5C83" w:rsidP="003322BF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3E6D8EB0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C973DD">
        <w:rPr>
          <w:rFonts w:ascii="Calibri" w:hAnsi="Calibri" w:cs="Calibri"/>
        </w:rPr>
        <w:t xml:space="preserve">posted on the </w:t>
      </w:r>
      <w:r w:rsidR="008D55BB" w:rsidRPr="00C973DD">
        <w:rPr>
          <w:rFonts w:ascii="Calibri" w:hAnsi="Calibri" w:cs="Calibri"/>
        </w:rPr>
        <w:t xml:space="preserve">Kiribati Public Procurement </w:t>
      </w:r>
      <w:proofErr w:type="spellStart"/>
      <w:r w:rsidR="008D55BB" w:rsidRPr="00C973DD">
        <w:rPr>
          <w:rFonts w:ascii="Calibri" w:hAnsi="Calibri" w:cs="Calibri"/>
        </w:rPr>
        <w:t>Web</w:t>
      </w:r>
      <w:r w:rsidR="00AD7F57" w:rsidRPr="00C973DD">
        <w:rPr>
          <w:rFonts w:ascii="Calibri" w:hAnsi="Calibri" w:cs="Calibri"/>
        </w:rPr>
        <w:t>Portal</w:t>
      </w:r>
      <w:proofErr w:type="spellEnd"/>
      <w:r w:rsidRPr="00C973DD">
        <w:rPr>
          <w:rFonts w:ascii="Calibri" w:hAnsi="Calibri" w:cs="Calibri"/>
        </w:rPr>
        <w:t xml:space="preserve"> (</w:t>
      </w:r>
      <w:hyperlink r:id="rId11" w:history="1">
        <w:r w:rsidR="00672CDA" w:rsidRPr="00C973DD">
          <w:rPr>
            <w:rStyle w:val="Hyperlink"/>
          </w:rPr>
          <w:t>Tender List | Central Procurement Unit</w:t>
        </w:r>
      </w:hyperlink>
      <w:r w:rsidR="00672CDA" w:rsidRPr="00C973DD">
        <w:t xml:space="preserve">) </w:t>
      </w:r>
      <w:r w:rsidRPr="00C973DD">
        <w:rPr>
          <w:rFonts w:ascii="Calibri" w:hAnsi="Calibri" w:cs="Calibri"/>
          <w:u w:val="single"/>
        </w:rPr>
        <w:t>or</w:t>
      </w:r>
      <w:r w:rsidRPr="00C973DD">
        <w:rPr>
          <w:rFonts w:ascii="Calibri" w:hAnsi="Calibri" w:cs="Calibri"/>
        </w:rPr>
        <w:t xml:space="preserve"> sent directly </w:t>
      </w:r>
      <w:r w:rsidR="003322BF" w:rsidRPr="00C973DD">
        <w:rPr>
          <w:rFonts w:ascii="Calibri" w:hAnsi="Calibri" w:cs="Calibri"/>
        </w:rPr>
        <w:t xml:space="preserve">to </w:t>
      </w:r>
      <w:r w:rsidRPr="00C973DD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8D55B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6AF8E659" w:rsidR="00B0293A" w:rsidRPr="003322B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5B9A375" w:rsidR="00B0293A" w:rsidRPr="00532E97" w:rsidRDefault="00C973D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13/09/2022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3322B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C08E08B" w:rsidR="00B0293A" w:rsidRPr="00C973DD" w:rsidRDefault="00C973DD" w:rsidP="00D719B3">
            <w:pPr>
              <w:rPr>
                <w:rFonts w:ascii="Calibri" w:hAnsi="Calibri"/>
                <w:szCs w:val="20"/>
              </w:rPr>
            </w:pPr>
            <w:r w:rsidRPr="00C973DD">
              <w:rPr>
                <w:rFonts w:ascii="Calibri" w:hAnsi="Calibri"/>
                <w:szCs w:val="20"/>
              </w:rPr>
              <w:t>27/09/2022</w:t>
            </w:r>
            <w:r w:rsidR="00B0293A" w:rsidRPr="00C973DD">
              <w:rPr>
                <w:rFonts w:ascii="Calibri" w:hAnsi="Calibri"/>
                <w:szCs w:val="20"/>
              </w:rPr>
              <w:t xml:space="preserve"> (</w:t>
            </w:r>
            <w:r w:rsidR="003322BF" w:rsidRPr="00C973DD">
              <w:rPr>
                <w:rFonts w:ascii="Calibri" w:hAnsi="Calibri"/>
                <w:szCs w:val="20"/>
              </w:rPr>
              <w:t>16</w:t>
            </w:r>
            <w:r w:rsidR="00B0293A" w:rsidRPr="00C973DD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6FB79961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FF47948" w:rsidR="00B0293A" w:rsidRPr="00C973DD" w:rsidRDefault="00C973DD" w:rsidP="00B0293A">
            <w:pPr>
              <w:rPr>
                <w:rFonts w:ascii="Calibri" w:hAnsi="Calibri"/>
                <w:szCs w:val="20"/>
              </w:rPr>
            </w:pPr>
            <w:r w:rsidRPr="00C973DD">
              <w:rPr>
                <w:rFonts w:ascii="Calibri" w:hAnsi="Calibri"/>
                <w:szCs w:val="20"/>
              </w:rPr>
              <w:t>11/10/2022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3322B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4C6A090" w:rsidR="00B0293A" w:rsidRPr="00C973DD" w:rsidRDefault="00C10410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</w:t>
            </w:r>
            <w:r w:rsidR="00C973DD" w:rsidRPr="00C973DD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C973DD" w:rsidRPr="00C973DD">
              <w:rPr>
                <w:rFonts w:ascii="Calibri" w:hAnsi="Calibri"/>
                <w:szCs w:val="20"/>
              </w:rPr>
              <w:t>/2022</w:t>
            </w:r>
            <w:r w:rsidR="00B0293A" w:rsidRPr="00C973DD">
              <w:rPr>
                <w:rFonts w:ascii="Calibri" w:hAnsi="Calibri"/>
                <w:szCs w:val="20"/>
              </w:rPr>
              <w:t xml:space="preserve"> (</w:t>
            </w:r>
            <w:r w:rsidR="003322BF" w:rsidRPr="00C973DD">
              <w:rPr>
                <w:rFonts w:ascii="Calibri" w:hAnsi="Calibri"/>
                <w:szCs w:val="20"/>
              </w:rPr>
              <w:t>16</w:t>
            </w:r>
            <w:r w:rsidR="00B0293A" w:rsidRPr="00C973DD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6EFD533F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084F7095" w:rsidR="00B0293A" w:rsidRPr="00532E97" w:rsidRDefault="00C973D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C10410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/11/2022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5B3C695D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67C27249" w:rsidR="00B0293A" w:rsidRPr="00532E97" w:rsidRDefault="00C973D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C10410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/11/2022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512EEFA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07659489" w:rsidR="00B0293A" w:rsidRPr="00532E97" w:rsidRDefault="00C1041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C973DD">
              <w:rPr>
                <w:rFonts w:ascii="Calibri" w:hAnsi="Calibri"/>
                <w:szCs w:val="20"/>
              </w:rPr>
              <w:t>/11/2022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4D00469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B348E93" w:rsidR="00B0293A" w:rsidRPr="00532E97" w:rsidRDefault="00C1041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C973DD">
              <w:rPr>
                <w:rFonts w:ascii="Calibri" w:hAnsi="Calibri"/>
                <w:szCs w:val="20"/>
              </w:rPr>
              <w:t>/11/2022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4E467488" w:rsidR="00B0293A" w:rsidRPr="00532E97" w:rsidRDefault="00C1041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bookmarkStart w:id="0" w:name="_GoBack"/>
            <w:bookmarkEnd w:id="0"/>
            <w:r w:rsidR="00C973DD">
              <w:rPr>
                <w:rFonts w:ascii="Calibri" w:hAnsi="Calibri"/>
                <w:szCs w:val="20"/>
              </w:rPr>
              <w:t>/11/2022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389DA8D5" w:rsidR="00C447AC" w:rsidRPr="00090751" w:rsidRDefault="00C447AC" w:rsidP="00EC72C1">
      <w:pPr>
        <w:rPr>
          <w:rFonts w:asciiTheme="minorHAnsi" w:hAnsiTheme="minorHAnsi"/>
          <w:sz w:val="22"/>
          <w:szCs w:val="22"/>
        </w:rPr>
      </w:pPr>
    </w:p>
    <w:sectPr w:rsidR="00C447AC" w:rsidRPr="00090751" w:rsidSect="00C67453">
      <w:headerReference w:type="default" r:id="rId12"/>
      <w:footerReference w:type="default" r:id="rId13"/>
      <w:type w:val="oddPage"/>
      <w:pgSz w:w="11907" w:h="16839" w:code="9"/>
      <w:pgMar w:top="1701" w:right="1152" w:bottom="1080" w:left="1152" w:header="426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268DD" w14:textId="77777777" w:rsidR="00E74FB1" w:rsidRDefault="00E74FB1">
      <w:r>
        <w:separator/>
      </w:r>
    </w:p>
  </w:endnote>
  <w:endnote w:type="continuationSeparator" w:id="0">
    <w:p w14:paraId="5D43D480" w14:textId="77777777" w:rsidR="00E74FB1" w:rsidRDefault="00E74FB1">
      <w:r>
        <w:continuationSeparator/>
      </w:r>
    </w:p>
  </w:endnote>
  <w:endnote w:type="continuationNotice" w:id="1">
    <w:p w14:paraId="34A609C1" w14:textId="77777777" w:rsidR="00E74FB1" w:rsidRDefault="00E74F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672CDA" w:rsidRPr="00672CDA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672CDA" w:rsidRPr="00672CDA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6342BF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10410">
      <w:rPr>
        <w:noProof/>
      </w:rPr>
      <w:t>2022-10-25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71936" w14:textId="77777777" w:rsidR="00E74FB1" w:rsidRDefault="00E74FB1">
      <w:r>
        <w:separator/>
      </w:r>
    </w:p>
  </w:footnote>
  <w:footnote w:type="continuationSeparator" w:id="0">
    <w:p w14:paraId="15D7EE01" w14:textId="77777777" w:rsidR="00E74FB1" w:rsidRDefault="00E74FB1">
      <w:r>
        <w:continuationSeparator/>
      </w:r>
    </w:p>
  </w:footnote>
  <w:footnote w:type="continuationNotice" w:id="1">
    <w:p w14:paraId="79C0E31C" w14:textId="77777777" w:rsidR="00E74FB1" w:rsidRDefault="00E74F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24BB4862" w:rsidR="00133D55" w:rsidRPr="00141577" w:rsidRDefault="00A161C1" w:rsidP="00A161C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9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3322BF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A161C1">
      <w:rPr>
        <w:rStyle w:val="Strong"/>
        <w:rFonts w:asciiTheme="minorHAnsi" w:hAnsiTheme="minorHAnsi" w:cstheme="minorHAnsi"/>
        <w:lang w:val="en-GB"/>
      </w:rPr>
      <w:t>RFP-</w:t>
    </w:r>
    <w:r w:rsidR="00C973DD">
      <w:rPr>
        <w:rStyle w:val="Strong"/>
        <w:rFonts w:asciiTheme="minorHAnsi" w:hAnsiTheme="minorHAnsi" w:cstheme="minorHAnsi"/>
        <w:lang w:val="en-GB"/>
      </w:rPr>
      <w:t>50-G004-22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4E10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22BF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0FA"/>
    <w:rsid w:val="0045354A"/>
    <w:rsid w:val="0045424C"/>
    <w:rsid w:val="00455469"/>
    <w:rsid w:val="0045572C"/>
    <w:rsid w:val="00455A2F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1275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7C1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CDA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944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775BD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5C83"/>
    <w:rsid w:val="008C64F0"/>
    <w:rsid w:val="008C7157"/>
    <w:rsid w:val="008C72D6"/>
    <w:rsid w:val="008C7C5F"/>
    <w:rsid w:val="008D0036"/>
    <w:rsid w:val="008D0F39"/>
    <w:rsid w:val="008D18F2"/>
    <w:rsid w:val="008D2B92"/>
    <w:rsid w:val="008D55BB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3EB8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61C1"/>
    <w:rsid w:val="00A173A5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0410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973DD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585D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54DB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7CD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4FB1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523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4FBB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2EBDDE-372D-4E77-B4CB-FA9295385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2</cp:revision>
  <cp:lastPrinted>2013-10-18T08:32:00Z</cp:lastPrinted>
  <dcterms:created xsi:type="dcterms:W3CDTF">2022-10-25T04:50:00Z</dcterms:created>
  <dcterms:modified xsi:type="dcterms:W3CDTF">2022-10-25T04:50:00Z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